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4AB9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414AB9A" w14:textId="77777777" w:rsidR="00232083" w:rsidRDefault="00295751" w:rsidP="002957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232083">
        <w:rPr>
          <w:rFonts w:ascii="Times New Roman" w:hAnsi="Times New Roman"/>
          <w:i/>
          <w:sz w:val="24"/>
          <w:szCs w:val="24"/>
          <w:lang w:val="en-US"/>
        </w:rPr>
        <w:t>tandard report - Appendix</w:t>
      </w:r>
    </w:p>
    <w:p w14:paraId="4414AB9B" w14:textId="09C5E3A0" w:rsidR="00232083" w:rsidRDefault="00F35D11" w:rsidP="0029575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Lotteries</w:t>
      </w:r>
    </w:p>
    <w:p w14:paraId="4414AB9C" w14:textId="615F35C8" w:rsidR="00232083" w:rsidRDefault="00232083" w:rsidP="00295751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Inspection standards - SCP.02.</w:t>
      </w:r>
      <w:proofErr w:type="gramStart"/>
      <w:r>
        <w:rPr>
          <w:rFonts w:ascii="Times New Roman" w:hAnsi="Times New Roman"/>
          <w:b/>
          <w:sz w:val="20"/>
          <w:szCs w:val="20"/>
          <w:lang w:val="en-US"/>
        </w:rPr>
        <w:t>0</w:t>
      </w:r>
      <w:r w:rsidR="00F35D11">
        <w:rPr>
          <w:rFonts w:ascii="Times New Roman" w:hAnsi="Times New Roman"/>
          <w:b/>
          <w:sz w:val="20"/>
          <w:szCs w:val="20"/>
          <w:lang w:val="en-US"/>
        </w:rPr>
        <w:t>6</w:t>
      </w:r>
      <w:r>
        <w:rPr>
          <w:rFonts w:ascii="Times New Roman" w:hAnsi="Times New Roman"/>
          <w:b/>
          <w:sz w:val="20"/>
          <w:szCs w:val="20"/>
          <w:lang w:val="en-US"/>
        </w:rPr>
        <w:t>.EN</w:t>
      </w:r>
      <w:proofErr w:type="gramEnd"/>
    </w:p>
    <w:p w14:paraId="4414AB9D" w14:textId="77777777" w:rsidR="00232083" w:rsidRDefault="00232083" w:rsidP="00232083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4414AB9E" w14:textId="3A066EE6" w:rsidR="00232083" w:rsidRDefault="00295751" w:rsidP="00232083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232083">
        <w:rPr>
          <w:rFonts w:ascii="Times New Roman" w:hAnsi="Times New Roman"/>
          <w:sz w:val="24"/>
          <w:szCs w:val="24"/>
          <w:lang w:val="en-US"/>
        </w:rPr>
        <w:t xml:space="preserve">tandard report for inspection standards for </w:t>
      </w:r>
      <w:r w:rsidR="00F35D11">
        <w:rPr>
          <w:rFonts w:ascii="Times New Roman" w:hAnsi="Times New Roman"/>
          <w:sz w:val="24"/>
          <w:szCs w:val="24"/>
          <w:lang w:val="en-US"/>
        </w:rPr>
        <w:t>lotteries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4414ABA2" w14:textId="77777777" w:rsidTr="004C1189">
        <w:tc>
          <w:tcPr>
            <w:tcW w:w="1134" w:type="dxa"/>
          </w:tcPr>
          <w:p w14:paraId="4414AB9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414ABA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4414ABA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4414ABA7" w14:textId="77777777" w:rsidTr="004C1189">
        <w:tc>
          <w:tcPr>
            <w:tcW w:w="1134" w:type="dxa"/>
          </w:tcPr>
          <w:p w14:paraId="4414AB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AC" w14:textId="77777777" w:rsidTr="004C1189">
        <w:tc>
          <w:tcPr>
            <w:tcW w:w="1134" w:type="dxa"/>
          </w:tcPr>
          <w:p w14:paraId="4414AB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bookmarkStart w:id="0" w:name="_GoBack"/>
        <w:bookmarkEnd w:id="0"/>
      </w:tr>
      <w:tr w:rsidR="003F3B5A" w:rsidRPr="003F3B5A" w14:paraId="4414ABB1" w14:textId="77777777" w:rsidTr="004C1189">
        <w:tc>
          <w:tcPr>
            <w:tcW w:w="1134" w:type="dxa"/>
          </w:tcPr>
          <w:p w14:paraId="4414AB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6" w14:textId="77777777" w:rsidTr="004C1189">
        <w:tc>
          <w:tcPr>
            <w:tcW w:w="1134" w:type="dxa"/>
          </w:tcPr>
          <w:p w14:paraId="4414AB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B" w14:textId="77777777" w:rsidTr="004C1189">
        <w:tc>
          <w:tcPr>
            <w:tcW w:w="1134" w:type="dxa"/>
          </w:tcPr>
          <w:p w14:paraId="4414AB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0" w14:textId="77777777" w:rsidTr="004C1189">
        <w:tc>
          <w:tcPr>
            <w:tcW w:w="1134" w:type="dxa"/>
          </w:tcPr>
          <w:p w14:paraId="4414AB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5" w14:textId="77777777" w:rsidTr="004C1189">
        <w:tc>
          <w:tcPr>
            <w:tcW w:w="1134" w:type="dxa"/>
          </w:tcPr>
          <w:p w14:paraId="4414AB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A" w14:textId="77777777" w:rsidTr="004C1189">
        <w:tc>
          <w:tcPr>
            <w:tcW w:w="1134" w:type="dxa"/>
          </w:tcPr>
          <w:p w14:paraId="4414AB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0" w14:textId="77777777" w:rsidTr="004C1189">
        <w:tc>
          <w:tcPr>
            <w:tcW w:w="1134" w:type="dxa"/>
          </w:tcPr>
          <w:p w14:paraId="4414AB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5" w14:textId="77777777" w:rsidTr="004C1189">
        <w:tc>
          <w:tcPr>
            <w:tcW w:w="1134" w:type="dxa"/>
          </w:tcPr>
          <w:p w14:paraId="4414AB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A" w14:textId="77777777" w:rsidTr="004C1189">
        <w:tc>
          <w:tcPr>
            <w:tcW w:w="1134" w:type="dxa"/>
          </w:tcPr>
          <w:p w14:paraId="4414AB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F" w14:textId="77777777" w:rsidTr="004C1189">
        <w:tc>
          <w:tcPr>
            <w:tcW w:w="1134" w:type="dxa"/>
          </w:tcPr>
          <w:p w14:paraId="4414AB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4" w14:textId="77777777" w:rsidTr="004C1189">
        <w:tc>
          <w:tcPr>
            <w:tcW w:w="1134" w:type="dxa"/>
          </w:tcPr>
          <w:p w14:paraId="4414AB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9" w14:textId="77777777" w:rsidTr="004C1189">
        <w:tc>
          <w:tcPr>
            <w:tcW w:w="1134" w:type="dxa"/>
          </w:tcPr>
          <w:p w14:paraId="4414AB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E" w14:textId="77777777" w:rsidTr="004C1189">
        <w:tc>
          <w:tcPr>
            <w:tcW w:w="1134" w:type="dxa"/>
          </w:tcPr>
          <w:p w14:paraId="4414AB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F3" w14:textId="77777777" w:rsidTr="004C1189">
        <w:tc>
          <w:tcPr>
            <w:tcW w:w="1134" w:type="dxa"/>
          </w:tcPr>
          <w:p w14:paraId="4414AB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414ABF4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4ABF7" w14:textId="77777777" w:rsidR="0073200A" w:rsidRDefault="0073200A" w:rsidP="009E4B94">
      <w:pPr>
        <w:spacing w:line="240" w:lineRule="auto"/>
      </w:pPr>
      <w:r>
        <w:separator/>
      </w:r>
    </w:p>
  </w:endnote>
  <w:endnote w:type="continuationSeparator" w:id="0">
    <w:p w14:paraId="4414ABF8" w14:textId="77777777" w:rsidR="0073200A" w:rsidRDefault="0073200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4ABF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414ABFC" wp14:editId="4414ABF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14AC04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4ABF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4414AC04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414ABFE" wp14:editId="4414ABF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4ABF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414AC02" wp14:editId="4414AC0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4ABF5" w14:textId="77777777" w:rsidR="0073200A" w:rsidRDefault="0073200A" w:rsidP="009E4B94">
      <w:pPr>
        <w:spacing w:line="240" w:lineRule="auto"/>
      </w:pPr>
      <w:r>
        <w:separator/>
      </w:r>
    </w:p>
  </w:footnote>
  <w:footnote w:type="continuationSeparator" w:id="0">
    <w:p w14:paraId="4414ABF6" w14:textId="77777777" w:rsidR="0073200A" w:rsidRDefault="0073200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4ABFA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4414AC00" wp14:editId="4414AC01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95751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04373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00A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10A6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35D11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14A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8ddc40cd7ee446895ede096f7c524ce xmlns="0ec4ba45-9d27-40ef-892e-bb0fb3b5584a">
      <Terms xmlns="http://schemas.microsoft.com/office/infopath/2007/PartnerControls"/>
    </h8ddc40cd7ee446895ede096f7c524ce>
    <f9edf292ee8d42ffb76f0c420b474deb xmlns="0ec4ba45-9d27-40ef-892e-bb0fb3b5584a">
      <Terms xmlns="http://schemas.microsoft.com/office/infopath/2007/PartnerControls"/>
    </f9edf292ee8d42ffb76f0c420b474deb>
    <h5843e31abc14c938bdc6fcba08b5d90 xmlns="0ec4ba45-9d27-40ef-892e-bb0fb3b5584a">
      <Terms xmlns="http://schemas.microsoft.com/office/infopath/2007/PartnerControls"/>
    </h5843e31abc14c938bdc6fcba08b5d90>
    <_dlc_DocId xmlns="0ec4ba45-9d27-40ef-892e-bb0fb3b5584a">3R2NREJSUPYU-1436959544-1176</_dlc_DocId>
    <_dlc_DocIdUrl xmlns="0ec4ba45-9d27-40ef-892e-bb0fb3b5584a">
      <Url>http://spilintra.ccta.dk/arbejdsrum/cert/_layouts/15/DocIdRedir.aspx?ID=3R2NREJSUPYU-1436959544-1176</Url>
      <Description>3R2NREJSUPYU-1436959544-1176</Description>
    </_dlc_DocIdUrl>
    <TaxCatchAll xmlns="a2e91a90-2021-4a92-9a86-3e9429d92af4"/>
    <TaxCatchAllLabel xmlns="a2e91a90-2021-4a92-9a86-3e9429d92af4"/>
    <_dlc_DocIdPersistId xmlns="0ec4ba45-9d27-40ef-892e-bb0fb3b5584a" xsi:nil="true"/>
    <Captia_x0020_sagsnr. xmlns="b63ed618-bf3e-4954-a830-28dd24904e9e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D4E31B-8CCC-423B-9677-067A00D0C988}">
  <ds:schemaRefs>
    <ds:schemaRef ds:uri="http://purl.org/dc/terms/"/>
    <ds:schemaRef ds:uri="0ec4ba45-9d27-40ef-892e-bb0fb3b5584a"/>
    <ds:schemaRef ds:uri="http://schemas.microsoft.com/office/infopath/2007/PartnerControls"/>
    <ds:schemaRef ds:uri="http://schemas.microsoft.com/office/2006/documentManagement/types"/>
    <ds:schemaRef ds:uri="a2e91a90-2021-4a92-9a86-3e9429d92af4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b63ed618-bf3e-4954-a830-28dd24904e9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55E731-882B-4629-907B-68691ED7085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87F7F99-5ED4-408D-AD33-93F87C4B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D969B-2E8C-4AFE-9B0E-D05E102FE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37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2020-01-21T07:54:00Z</dcterms:created>
  <dcterms:modified xsi:type="dcterms:W3CDTF">2020-01-21T07:54:00Z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0x0101008A15DAC483205443BBD3A53CB9AAD3981100D1732C8DBD787A4AB0B6DF4EA4968CB0</vt:lpwstr>
  </property>
  <property fmtid="{D5CDD505-2E9C-101B-9397-08002B2CF9AE}" pid="4" name="_dlc_DocIdItemGuid">
    <vt:lpwstr>1205ec8a-d033-40f9-ab77-3e37f08087ea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